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AD681" w14:textId="43036122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385D25">
        <w:rPr>
          <w:lang w:eastAsia="cs-CZ"/>
        </w:rPr>
        <w:t xml:space="preserve">5 </w:t>
      </w:r>
      <w:bookmarkStart w:id="0" w:name="_GoBack"/>
      <w:bookmarkEnd w:id="0"/>
      <w:r w:rsidR="00977055" w:rsidRPr="00B62A54">
        <w:rPr>
          <w:lang w:eastAsia="cs-CZ"/>
        </w:rPr>
        <w:t>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</w:t>
            </w:r>
            <w:proofErr w:type="gramStart"/>
            <w:r w:rsidRPr="00A07A54">
              <w:rPr>
                <w:rFonts w:cstheme="minorHAnsi"/>
              </w:rPr>
              <w:t>zkušenosti - délka</w:t>
            </w:r>
            <w:proofErr w:type="gramEnd"/>
            <w:r w:rsidRPr="00A07A54">
              <w:rPr>
                <w:rFonts w:cstheme="minorHAnsi"/>
              </w:rPr>
              <w:t xml:space="preserve">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Objednatel zakázky (obch. firma/název a sídlo a kontaktní osoba </w:t>
            </w:r>
            <w:proofErr w:type="gramStart"/>
            <w:r w:rsidRPr="00A07A54">
              <w:rPr>
                <w:rFonts w:cstheme="minorHAnsi"/>
              </w:rPr>
              <w:t>objednatele - jméno</w:t>
            </w:r>
            <w:proofErr w:type="gramEnd"/>
            <w:r w:rsidRPr="00A07A54">
              <w:rPr>
                <w:rFonts w:cstheme="minorHAnsi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A24B79" w14:textId="77777777" w:rsidR="00573280" w:rsidRDefault="00573280" w:rsidP="00962258">
      <w:pPr>
        <w:spacing w:after="0" w:line="240" w:lineRule="auto"/>
      </w:pPr>
      <w:r>
        <w:separator/>
      </w:r>
    </w:p>
  </w:endnote>
  <w:endnote w:type="continuationSeparator" w:id="0">
    <w:p w14:paraId="6CE7DC60" w14:textId="77777777" w:rsidR="00573280" w:rsidRDefault="0057328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7A60B3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E94E0D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A56C17" w14:paraId="1D361DC1" w14:textId="77777777" w:rsidTr="00A56C1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A56C17" w:rsidRPr="00B8518B" w:rsidRDefault="00A56C17" w:rsidP="00A56C1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A56C17" w:rsidRDefault="00A56C17" w:rsidP="00A56C17">
          <w:pPr>
            <w:pStyle w:val="Zpat"/>
          </w:pPr>
          <w:r>
            <w:t>Správa železnic, státní organizace</w:t>
          </w:r>
        </w:p>
        <w:p w14:paraId="1D361DBC" w14:textId="77777777" w:rsidR="00A56C17" w:rsidRDefault="00A56C17" w:rsidP="00A56C17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A56C17" w:rsidRDefault="00A56C17" w:rsidP="00A56C17">
          <w:pPr>
            <w:pStyle w:val="Zpat"/>
          </w:pPr>
          <w:r>
            <w:t>Sídlo: Dlážděná 1003/7, 110 00 Praha 1</w:t>
          </w:r>
        </w:p>
        <w:p w14:paraId="1D361DBE" w14:textId="77777777" w:rsidR="00A56C17" w:rsidRDefault="00A56C17" w:rsidP="00A56C17">
          <w:pPr>
            <w:pStyle w:val="Zpat"/>
          </w:pPr>
          <w:r>
            <w:t>IČO: 709 94 234 DIČ: CZ 709 94 234</w:t>
          </w:r>
        </w:p>
        <w:p w14:paraId="1D361DBF" w14:textId="4F623957" w:rsidR="00A56C17" w:rsidRDefault="00A56C17" w:rsidP="00A56C17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7E25BB6A" w14:textId="77777777" w:rsidR="00A56C17" w:rsidRDefault="00A56C17" w:rsidP="00A56C17">
          <w:pPr>
            <w:pStyle w:val="Zpat"/>
          </w:pPr>
          <w:r>
            <w:t>Oblastní ředitelství Ústí nad Labem</w:t>
          </w:r>
        </w:p>
        <w:p w14:paraId="0893D3F6" w14:textId="77777777" w:rsidR="00A56C17" w:rsidRDefault="00A56C17" w:rsidP="00A56C17">
          <w:pPr>
            <w:pStyle w:val="Zpat"/>
          </w:pPr>
          <w:r>
            <w:t>Železničářská 1386/31</w:t>
          </w:r>
        </w:p>
        <w:p w14:paraId="5D37BBD2" w14:textId="2A3740FC" w:rsidR="00A56C17" w:rsidRDefault="00A56C17" w:rsidP="00A56C17">
          <w:pPr>
            <w:pStyle w:val="Zpat"/>
          </w:pPr>
          <w:r>
            <w:t>400 03 Ústí nad Labem</w:t>
          </w:r>
        </w:p>
      </w:tc>
      <w:tc>
        <w:tcPr>
          <w:tcW w:w="2921" w:type="dxa"/>
        </w:tcPr>
        <w:p w14:paraId="1D361DC0" w14:textId="617B9609" w:rsidR="00A56C17" w:rsidRDefault="00A56C17" w:rsidP="00A56C17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7C2020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B9DCCD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7DE626" w14:textId="77777777" w:rsidR="00573280" w:rsidRDefault="00573280" w:rsidP="00962258">
      <w:pPr>
        <w:spacing w:after="0" w:line="240" w:lineRule="auto"/>
      </w:pPr>
      <w:r>
        <w:separator/>
      </w:r>
    </w:p>
  </w:footnote>
  <w:footnote w:type="continuationSeparator" w:id="0">
    <w:p w14:paraId="62EF9A59" w14:textId="77777777" w:rsidR="00573280" w:rsidRDefault="00573280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00DB9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A721F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85D25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280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35C2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6C17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22361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4601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61D84"/>
  <w14:defaultImageDpi w14:val="32767"/>
  <w15:docId w15:val="{98A1B760-D9D4-4519-B0C1-73B8153ED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C5C74BE-0C99-4414-9089-28465A66E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8</cp:revision>
  <cp:lastPrinted>2020-07-15T06:29:00Z</cp:lastPrinted>
  <dcterms:created xsi:type="dcterms:W3CDTF">2023-03-01T08:19:00Z</dcterms:created>
  <dcterms:modified xsi:type="dcterms:W3CDTF">2023-03-31T11:22:00Z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